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5EE" w:rsidRDefault="000035EE">
      <w:pPr>
        <w:rPr>
          <w:rFonts w:cs="Times New Roman"/>
          <w:noProof/>
        </w:rPr>
      </w:pPr>
      <w:r w:rsidRPr="0087139D">
        <w:rPr>
          <w:rFonts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406.5pt;height:228.75pt;visibility:visible">
            <v:imagedata r:id="rId4" o:title=""/>
          </v:shape>
        </w:pict>
      </w:r>
      <w:bookmarkStart w:id="0" w:name="_GoBack"/>
      <w:bookmarkEnd w:id="0"/>
    </w:p>
    <w:p w:rsidR="000035EE" w:rsidRPr="00FE0E36" w:rsidRDefault="000035EE">
      <w:pPr>
        <w:rPr>
          <w:rFonts w:ascii="Times New Roman" w:hAnsi="Times New Roman" w:cs="Times New Roman"/>
        </w:rPr>
      </w:pPr>
      <w:r w:rsidRPr="00580F01">
        <w:rPr>
          <w:rFonts w:ascii="Times New Roman" w:hAnsi="Times New Roman" w:cs="Times New Roman"/>
        </w:rPr>
        <w:t>Supplementary</w:t>
      </w:r>
      <w:r>
        <w:rPr>
          <w:rFonts w:ascii="Times New Roman" w:hAnsi="Times New Roman" w:cs="Times New Roman"/>
        </w:rPr>
        <w:t xml:space="preserve"> </w:t>
      </w:r>
      <w:r w:rsidRPr="00FE0E36">
        <w:rPr>
          <w:rFonts w:ascii="Times New Roman" w:hAnsi="Times New Roman" w:cs="Times New Roman"/>
        </w:rPr>
        <w:t xml:space="preserve">Figure S1 Species described in </w:t>
      </w:r>
      <w:r w:rsidRPr="00FE0E36">
        <w:rPr>
          <w:rFonts w:ascii="Times New Roman" w:hAnsi="Times New Roman" w:cs="Times New Roman"/>
          <w:i/>
          <w:iCs/>
        </w:rPr>
        <w:t xml:space="preserve">Sinocyclocheilus </w:t>
      </w:r>
      <w:r w:rsidRPr="00FE0E36">
        <w:rPr>
          <w:rFonts w:ascii="Times New Roman" w:hAnsi="Times New Roman" w:cs="Times New Roman"/>
        </w:rPr>
        <w:t>during each decade since 1904</w:t>
      </w:r>
    </w:p>
    <w:sectPr w:rsidR="000035EE" w:rsidRPr="00FE0E36" w:rsidSect="002C24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汉仪旗黑-55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0266"/>
    <w:rsid w:val="000035EE"/>
    <w:rsid w:val="002855B7"/>
    <w:rsid w:val="002C24ED"/>
    <w:rsid w:val="00580F01"/>
    <w:rsid w:val="007B2DDC"/>
    <w:rsid w:val="0087139D"/>
    <w:rsid w:val="00BA1E7C"/>
    <w:rsid w:val="00CF7B0A"/>
    <w:rsid w:val="00EC0266"/>
    <w:rsid w:val="00FE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4ED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B2DD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2D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14</Words>
  <Characters>80</Characters>
  <Application>Microsoft Office Outlook</Application>
  <DocSecurity>0</DocSecurity>
  <Lines>0</Lines>
  <Paragraphs>0</Paragraphs>
  <ScaleCrop>false</ScaleCrop>
  <Company>kiz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JWS</dc:creator>
  <cp:keywords/>
  <dc:description/>
  <cp:lastModifiedBy>unknown</cp:lastModifiedBy>
  <cp:revision>4</cp:revision>
  <dcterms:created xsi:type="dcterms:W3CDTF">2019-09-16T06:11:00Z</dcterms:created>
  <dcterms:modified xsi:type="dcterms:W3CDTF">2019-10-14T01:42:00Z</dcterms:modified>
</cp:coreProperties>
</file>